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E8F" w:rsidRDefault="00CA5E8F">
      <w:r>
        <w:t>Student Name: _____________________________</w:t>
      </w:r>
    </w:p>
    <w:p w:rsidR="00CA5E8F" w:rsidRDefault="00CA5E8F">
      <w:r>
        <w:t>Parent Signature: __________________________________</w:t>
      </w:r>
    </w:p>
    <w:p w:rsidR="00CA5E8F" w:rsidRPr="00ED370F" w:rsidRDefault="00CA5E8F" w:rsidP="00ED370F">
      <w:pPr>
        <w:jc w:val="center"/>
        <w:rPr>
          <w:rFonts w:ascii="Arial" w:hAnsi="Arial" w:cs="Arial"/>
          <w:sz w:val="28"/>
          <w:szCs w:val="28"/>
        </w:rPr>
      </w:pPr>
      <w:r w:rsidRPr="00ED370F">
        <w:rPr>
          <w:rFonts w:ascii="Arial" w:hAnsi="Arial" w:cs="Arial"/>
          <w:sz w:val="28"/>
          <w:szCs w:val="28"/>
        </w:rPr>
        <w:t>Best Foot Forward</w:t>
      </w:r>
      <w:r w:rsidRPr="00ED370F">
        <w:rPr>
          <w:rFonts w:ascii="Arial" w:hAnsi="Arial" w:cs="Arial"/>
          <w:sz w:val="28"/>
          <w:szCs w:val="28"/>
        </w:rPr>
        <w:br/>
        <w:t>Chapters 15-16 Quiz</w:t>
      </w:r>
      <w:r>
        <w:rPr>
          <w:rFonts w:ascii="Arial" w:hAnsi="Arial" w:cs="Arial"/>
          <w:sz w:val="28"/>
          <w:szCs w:val="28"/>
        </w:rPr>
        <w:br/>
      </w:r>
    </w:p>
    <w:p w:rsidR="00CA5E8F" w:rsidRDefault="00CA5E8F" w:rsidP="004730A8">
      <w:pPr>
        <w:pStyle w:val="ListParagraph"/>
        <w:numPr>
          <w:ilvl w:val="0"/>
          <w:numId w:val="1"/>
        </w:numPr>
      </w:pPr>
      <w:r>
        <w:t>In Chapter 15, what does Mrs. Gladstone request for her store?</w:t>
      </w:r>
    </w:p>
    <w:p w:rsidR="00CA5E8F" w:rsidRDefault="00CA5E8F" w:rsidP="00ED370F">
      <w:pPr>
        <w:pStyle w:val="ListParagraph"/>
        <w:numPr>
          <w:ilvl w:val="1"/>
          <w:numId w:val="1"/>
        </w:numPr>
      </w:pPr>
      <w:r>
        <w:t>Two additional salespeople because it is so busy</w:t>
      </w:r>
    </w:p>
    <w:p w:rsidR="00CA5E8F" w:rsidRDefault="00CA5E8F" w:rsidP="00ED370F">
      <w:pPr>
        <w:pStyle w:val="ListParagraph"/>
        <w:numPr>
          <w:ilvl w:val="1"/>
          <w:numId w:val="1"/>
        </w:numPr>
      </w:pPr>
      <w:r>
        <w:t>That closed-circuit televisions and cameras be installed so that the store can be watched.</w:t>
      </w:r>
    </w:p>
    <w:p w:rsidR="00CA5E8F" w:rsidRDefault="00CA5E8F" w:rsidP="00ED370F">
      <w:pPr>
        <w:pStyle w:val="ListParagraph"/>
        <w:numPr>
          <w:ilvl w:val="1"/>
          <w:numId w:val="1"/>
        </w:numPr>
      </w:pPr>
      <w:r>
        <w:t>A DVD player so that her employees can watch training videos</w:t>
      </w:r>
    </w:p>
    <w:p w:rsidR="00CA5E8F" w:rsidRDefault="00CA5E8F" w:rsidP="00ED370F">
      <w:pPr>
        <w:pStyle w:val="ListParagraph"/>
        <w:numPr>
          <w:ilvl w:val="1"/>
          <w:numId w:val="1"/>
        </w:numPr>
      </w:pPr>
      <w:r>
        <w:t>Internet service so that Jenna and Tanner can study during their breaks</w:t>
      </w:r>
      <w:r>
        <w:br/>
      </w:r>
    </w:p>
    <w:p w:rsidR="00CA5E8F" w:rsidRDefault="00CA5E8F" w:rsidP="004730A8">
      <w:pPr>
        <w:pStyle w:val="ListParagraph"/>
        <w:numPr>
          <w:ilvl w:val="0"/>
          <w:numId w:val="1"/>
        </w:numPr>
      </w:pPr>
      <w:r>
        <w:t>When Tanner returns to the shoe store, what job does he take?</w:t>
      </w:r>
    </w:p>
    <w:p w:rsidR="00CA5E8F" w:rsidRDefault="00CA5E8F" w:rsidP="004730A8">
      <w:pPr>
        <w:pStyle w:val="ListParagraph"/>
        <w:numPr>
          <w:ilvl w:val="1"/>
          <w:numId w:val="1"/>
        </w:numPr>
      </w:pPr>
      <w:r>
        <w:t>He runs the cash register.</w:t>
      </w:r>
    </w:p>
    <w:p w:rsidR="00CA5E8F" w:rsidRDefault="00CA5E8F" w:rsidP="004730A8">
      <w:pPr>
        <w:pStyle w:val="ListParagraph"/>
        <w:numPr>
          <w:ilvl w:val="1"/>
          <w:numId w:val="1"/>
        </w:numPr>
      </w:pPr>
      <w:r>
        <w:t>He goes back to the stock room.</w:t>
      </w:r>
    </w:p>
    <w:p w:rsidR="00CA5E8F" w:rsidRDefault="00CA5E8F" w:rsidP="004730A8">
      <w:pPr>
        <w:pStyle w:val="ListParagraph"/>
        <w:numPr>
          <w:ilvl w:val="1"/>
          <w:numId w:val="1"/>
        </w:numPr>
      </w:pPr>
      <w:r>
        <w:t>He cleans up at night.</w:t>
      </w:r>
    </w:p>
    <w:p w:rsidR="00CA5E8F" w:rsidRDefault="00CA5E8F" w:rsidP="00ED370F">
      <w:pPr>
        <w:pStyle w:val="ListParagraph"/>
        <w:numPr>
          <w:ilvl w:val="1"/>
          <w:numId w:val="1"/>
        </w:numPr>
      </w:pPr>
      <w:r>
        <w:t>He is a salesperson.</w:t>
      </w:r>
      <w:r>
        <w:br/>
      </w:r>
    </w:p>
    <w:p w:rsidR="00CA5E8F" w:rsidRDefault="00CA5E8F" w:rsidP="00ED370F">
      <w:pPr>
        <w:pStyle w:val="ListParagraph"/>
        <w:numPr>
          <w:ilvl w:val="0"/>
          <w:numId w:val="1"/>
        </w:numPr>
      </w:pPr>
      <w:r>
        <w:t>Mrs. Gladstone asks Tanner to think about what he is good at. What two things does he give as answers?</w:t>
      </w:r>
    </w:p>
    <w:p w:rsidR="00CA5E8F" w:rsidRDefault="00CA5E8F" w:rsidP="00ED370F">
      <w:pPr>
        <w:pStyle w:val="ListParagraph"/>
        <w:numPr>
          <w:ilvl w:val="1"/>
          <w:numId w:val="1"/>
        </w:numPr>
      </w:pPr>
      <w:r>
        <w:t>Cooking and stealing</w:t>
      </w:r>
    </w:p>
    <w:p w:rsidR="00CA5E8F" w:rsidRDefault="00CA5E8F" w:rsidP="00ED370F">
      <w:pPr>
        <w:pStyle w:val="ListParagraph"/>
        <w:numPr>
          <w:ilvl w:val="1"/>
          <w:numId w:val="1"/>
        </w:numPr>
      </w:pPr>
      <w:r>
        <w:t>Stealing and attracting women</w:t>
      </w:r>
    </w:p>
    <w:p w:rsidR="00CA5E8F" w:rsidRDefault="00CA5E8F" w:rsidP="00ED370F">
      <w:pPr>
        <w:pStyle w:val="ListParagraph"/>
        <w:numPr>
          <w:ilvl w:val="1"/>
          <w:numId w:val="1"/>
        </w:numPr>
      </w:pPr>
      <w:r>
        <w:t>Attracting women and lying</w:t>
      </w:r>
    </w:p>
    <w:p w:rsidR="00CA5E8F" w:rsidRDefault="00CA5E8F" w:rsidP="00ED370F">
      <w:pPr>
        <w:pStyle w:val="ListParagraph"/>
        <w:numPr>
          <w:ilvl w:val="1"/>
          <w:numId w:val="1"/>
        </w:numPr>
      </w:pPr>
      <w:r>
        <w:t>Lying and cooking</w:t>
      </w:r>
      <w:r>
        <w:br/>
      </w:r>
    </w:p>
    <w:p w:rsidR="00CA5E8F" w:rsidRDefault="00CA5E8F" w:rsidP="00ED370F">
      <w:pPr>
        <w:pStyle w:val="ListParagraph"/>
        <w:numPr>
          <w:ilvl w:val="0"/>
          <w:numId w:val="1"/>
        </w:numPr>
      </w:pPr>
      <w:r>
        <w:t>Jenna points out one more thing Tanner is good at. What does she say he is good at?</w:t>
      </w:r>
    </w:p>
    <w:p w:rsidR="00CA5E8F" w:rsidRDefault="00CA5E8F" w:rsidP="00ED370F">
      <w:pPr>
        <w:pStyle w:val="ListParagraph"/>
        <w:numPr>
          <w:ilvl w:val="1"/>
          <w:numId w:val="1"/>
        </w:numPr>
      </w:pPr>
      <w:r>
        <w:t>Interacting with children</w:t>
      </w:r>
    </w:p>
    <w:p w:rsidR="00CA5E8F" w:rsidRDefault="00CA5E8F" w:rsidP="00ED370F">
      <w:pPr>
        <w:pStyle w:val="ListParagraph"/>
        <w:numPr>
          <w:ilvl w:val="1"/>
          <w:numId w:val="1"/>
        </w:numPr>
      </w:pPr>
      <w:r>
        <w:t>Lying to his girlfriends</w:t>
      </w:r>
    </w:p>
    <w:p w:rsidR="00CA5E8F" w:rsidRDefault="00CA5E8F" w:rsidP="00ED370F">
      <w:pPr>
        <w:pStyle w:val="ListParagraph"/>
        <w:numPr>
          <w:ilvl w:val="1"/>
          <w:numId w:val="1"/>
        </w:numPr>
      </w:pPr>
      <w:r>
        <w:t>Dressing stylishly</w:t>
      </w:r>
    </w:p>
    <w:p w:rsidR="00CA5E8F" w:rsidRDefault="00CA5E8F" w:rsidP="00ED370F">
      <w:pPr>
        <w:pStyle w:val="ListParagraph"/>
        <w:numPr>
          <w:ilvl w:val="1"/>
          <w:numId w:val="1"/>
        </w:numPr>
      </w:pPr>
      <w:r>
        <w:t>Running quickly</w:t>
      </w:r>
      <w:r>
        <w:br/>
      </w:r>
    </w:p>
    <w:p w:rsidR="00CA5E8F" w:rsidRDefault="00CA5E8F" w:rsidP="00ED370F">
      <w:pPr>
        <w:pStyle w:val="ListParagraph"/>
        <w:numPr>
          <w:ilvl w:val="0"/>
          <w:numId w:val="1"/>
        </w:numPr>
      </w:pPr>
      <w:r>
        <w:t>In Chapter 16, Charlie the doughnut guy comes into the store. Why is this so important for the employees?</w:t>
      </w:r>
    </w:p>
    <w:p w:rsidR="00CA5E8F" w:rsidRDefault="00CA5E8F" w:rsidP="00ED370F">
      <w:pPr>
        <w:pStyle w:val="ListParagraph"/>
        <w:numPr>
          <w:ilvl w:val="1"/>
          <w:numId w:val="1"/>
        </w:numPr>
      </w:pPr>
      <w:r>
        <w:t>Charlie always brings them doughnuts.</w:t>
      </w:r>
    </w:p>
    <w:p w:rsidR="00CA5E8F" w:rsidRDefault="00CA5E8F" w:rsidP="00ED370F">
      <w:pPr>
        <w:pStyle w:val="ListParagraph"/>
        <w:numPr>
          <w:ilvl w:val="1"/>
          <w:numId w:val="1"/>
        </w:numPr>
      </w:pPr>
      <w:r>
        <w:t>Charlie has stolen from the store before.</w:t>
      </w:r>
    </w:p>
    <w:p w:rsidR="00CA5E8F" w:rsidRDefault="00CA5E8F" w:rsidP="00ED370F">
      <w:pPr>
        <w:pStyle w:val="ListParagraph"/>
        <w:numPr>
          <w:ilvl w:val="1"/>
          <w:numId w:val="1"/>
        </w:numPr>
      </w:pPr>
      <w:r>
        <w:t>Everyone knows that Jenna thinks he is cute.</w:t>
      </w:r>
    </w:p>
    <w:p w:rsidR="00CA5E8F" w:rsidRDefault="00CA5E8F" w:rsidP="00ED370F">
      <w:pPr>
        <w:pStyle w:val="ListParagraph"/>
        <w:numPr>
          <w:ilvl w:val="1"/>
          <w:numId w:val="1"/>
        </w:numPr>
      </w:pPr>
      <w:r>
        <w:t>Everyone knows he is just a spy for the company.</w:t>
      </w:r>
    </w:p>
    <w:p w:rsidR="00CA5E8F" w:rsidRDefault="00CA5E8F"/>
    <w:sectPr w:rsidR="00CA5E8F" w:rsidSect="008B20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E8F" w:rsidRDefault="00CA5E8F">
      <w:r>
        <w:separator/>
      </w:r>
    </w:p>
  </w:endnote>
  <w:endnote w:type="continuationSeparator" w:id="1">
    <w:p w:rsidR="00CA5E8F" w:rsidRDefault="00CA5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E8F" w:rsidRDefault="00CA5E8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E8F" w:rsidRDefault="00CA5E8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E8F" w:rsidRDefault="00CA5E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E8F" w:rsidRDefault="00CA5E8F">
      <w:r>
        <w:separator/>
      </w:r>
    </w:p>
  </w:footnote>
  <w:footnote w:type="continuationSeparator" w:id="1">
    <w:p w:rsidR="00CA5E8F" w:rsidRDefault="00CA5E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E8F" w:rsidRDefault="00CA5E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E8F" w:rsidRDefault="00CA5E8F" w:rsidP="007A0DB9">
    <w:pPr>
      <w:pStyle w:val="Header"/>
      <w:jc w:val="center"/>
    </w:pPr>
    <w:r>
      <w:t>Version 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E8F" w:rsidRDefault="00CA5E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050E3"/>
    <w:multiLevelType w:val="hybridMultilevel"/>
    <w:tmpl w:val="E3A278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1FD8"/>
    <w:rsid w:val="001439C5"/>
    <w:rsid w:val="002468D5"/>
    <w:rsid w:val="004730A8"/>
    <w:rsid w:val="007A0DB9"/>
    <w:rsid w:val="008B207A"/>
    <w:rsid w:val="00CA5E8F"/>
    <w:rsid w:val="00CF5A62"/>
    <w:rsid w:val="00E71FD8"/>
    <w:rsid w:val="00ED370F"/>
    <w:rsid w:val="00F41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07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730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7A0D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2C4C"/>
  </w:style>
  <w:style w:type="paragraph" w:styleId="Footer">
    <w:name w:val="footer"/>
    <w:basedOn w:val="Normal"/>
    <w:link w:val="FooterChar"/>
    <w:uiPriority w:val="99"/>
    <w:rsid w:val="007A0D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2C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192</Words>
  <Characters>1099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Name: _____________________________</dc:title>
  <dc:subject/>
  <dc:creator>Nate</dc:creator>
  <cp:keywords/>
  <dc:description/>
  <cp:lastModifiedBy>Nate Dechongkit</cp:lastModifiedBy>
  <cp:revision>2</cp:revision>
  <dcterms:created xsi:type="dcterms:W3CDTF">2010-12-14T11:58:00Z</dcterms:created>
  <dcterms:modified xsi:type="dcterms:W3CDTF">2010-12-14T11:58:00Z</dcterms:modified>
</cp:coreProperties>
</file>